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82D" w:rsidRPr="00C54970" w:rsidRDefault="00A8482D" w:rsidP="00A8482D">
      <w:pPr>
        <w:pStyle w:val="ResourceNo"/>
      </w:pPr>
      <w:r w:rsidRPr="00C54970">
        <w:t xml:space="preserve">Teacher Resource </w:t>
      </w:r>
      <w:r>
        <w:t>2.1</w:t>
      </w:r>
    </w:p>
    <w:p w:rsidR="00A8482D" w:rsidRPr="00C54970" w:rsidRDefault="00A8482D" w:rsidP="00A8482D">
      <w:pPr>
        <w:pStyle w:val="ResourceTitle"/>
      </w:pPr>
      <w:r w:rsidRPr="00C54970">
        <w:t xml:space="preserve">Presentation Notes: </w:t>
      </w:r>
      <w:r>
        <w:t>Analog and Digital Signals</w:t>
      </w:r>
    </w:p>
    <w:p w:rsidR="00A8482D" w:rsidRDefault="00A8482D" w:rsidP="00A8482D">
      <w:pPr>
        <w:pStyle w:val="Instructions"/>
      </w:pPr>
      <w:r>
        <w:t xml:space="preserve">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 </w:t>
      </w:r>
      <w:r w:rsidRPr="00C5497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8"/>
        <w:gridCol w:w="4788"/>
      </w:tblGrid>
      <w:tr w:rsidR="00A52143" w:rsidRPr="00A52143" w:rsidTr="001C7FA5">
        <w:trPr>
          <w:trHeight w:hRule="exact" w:val="10080"/>
        </w:trPr>
        <w:tc>
          <w:tcPr>
            <w:tcW w:w="4788" w:type="dxa"/>
          </w:tcPr>
          <w:p w:rsidR="00444C4C" w:rsidRPr="00444C4C" w:rsidRDefault="00444C4C" w:rsidP="00444C4C">
            <w:pPr>
              <w:pStyle w:val="Presentationtext"/>
            </w:pPr>
            <w:r w:rsidRPr="00444C4C">
              <w:rPr>
                <w:noProof/>
              </w:rPr>
              <w:drawing>
                <wp:inline distT="0" distB="0" distL="0" distR="0">
                  <wp:extent cx="2971800" cy="2228850"/>
                  <wp:effectExtent l="0" t="0" r="0" b="0"/>
                  <wp:docPr id="1" name="Picture 1" descr="C:\Users\Mika\Documents\My Documents\Pearson\2013\June\23\Networking_Lesson2_Presentation_ROOT_062413\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My Documents\Pearson\2013\June\23\Networking_Lesson2_Presentation_ROOT_062413\Slide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444C4C" w:rsidRPr="00444C4C" w:rsidRDefault="00444C4C" w:rsidP="00444C4C">
            <w:pPr>
              <w:pStyle w:val="Presentationtext"/>
            </w:pPr>
            <w:r w:rsidRPr="00444C4C">
              <w:t>This presentation describes the physical qualities of analog and digital signals and how those signals are used in communications networks.</w:t>
            </w:r>
          </w:p>
          <w:p w:rsidR="00A52143" w:rsidRPr="00A52143" w:rsidRDefault="00A52143" w:rsidP="00444C4C">
            <w:pPr>
              <w:pStyle w:val="Presentationtext"/>
            </w:pPr>
          </w:p>
        </w:tc>
        <w:tc>
          <w:tcPr>
            <w:tcW w:w="4788" w:type="dxa"/>
          </w:tcPr>
          <w:p w:rsidR="00A52143" w:rsidRPr="00A52143" w:rsidRDefault="00A52143" w:rsidP="004734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A52143">
              <w:rPr>
                <w:rFonts w:cs="Arial"/>
                <w:bCs/>
                <w:color w:val="27448B"/>
                <w:sz w:val="24"/>
                <w:szCs w:val="28"/>
              </w:rPr>
              <w:t>Presentation notes</w:t>
            </w:r>
          </w:p>
        </w:tc>
      </w:tr>
      <w:tr w:rsidR="00A52143" w:rsidRPr="00A52143" w:rsidTr="001C7FA5">
        <w:trPr>
          <w:trHeight w:hRule="exact" w:val="12960"/>
        </w:trPr>
        <w:tc>
          <w:tcPr>
            <w:tcW w:w="4788" w:type="dxa"/>
          </w:tcPr>
          <w:p w:rsidR="00444C4C" w:rsidRPr="00444C4C" w:rsidRDefault="00444C4C" w:rsidP="00444C4C">
            <w:pPr>
              <w:pStyle w:val="Presentationtext"/>
            </w:pPr>
            <w:r w:rsidRPr="00444C4C">
              <w:rPr>
                <w:noProof/>
              </w:rPr>
              <w:lastRenderedPageBreak/>
              <w:drawing>
                <wp:inline distT="0" distB="0" distL="0" distR="0">
                  <wp:extent cx="2971800" cy="2228850"/>
                  <wp:effectExtent l="0" t="0" r="0" b="0"/>
                  <wp:docPr id="2" name="Picture 2" descr="C:\Users\Mika\Documents\My Documents\Pearson\2013\June\23\Networking_Lesson2_Presentation_ROOT_062413\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Documents\My Documents\Pearson\2013\June\23\Networking_Lesson2_Presentation_ROOT_062413\Slide2.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444C4C" w:rsidRPr="00444C4C" w:rsidRDefault="00444C4C" w:rsidP="00444C4C">
            <w:pPr>
              <w:pStyle w:val="Presentationtext"/>
            </w:pPr>
            <w:r w:rsidRPr="00444C4C">
              <w:t xml:space="preserve">Do you know which </w:t>
            </w:r>
            <w:proofErr w:type="gramStart"/>
            <w:r w:rsidRPr="00444C4C">
              <w:t>is the analog</w:t>
            </w:r>
            <w:proofErr w:type="gramEnd"/>
            <w:r w:rsidRPr="00444C4C">
              <w:t xml:space="preserve"> and which is the digital signal?</w:t>
            </w:r>
          </w:p>
          <w:p w:rsidR="00444C4C" w:rsidRPr="00444C4C" w:rsidRDefault="00444C4C" w:rsidP="00444C4C">
            <w:pPr>
              <w:pStyle w:val="Presentationtext"/>
            </w:pPr>
            <w:r w:rsidRPr="00444C4C">
              <w:t>Here’s a clue to help you think about the differences between the two types of signals: an analog signal is continuous; a digital signal is either on or off.</w:t>
            </w:r>
          </w:p>
          <w:p w:rsidR="00444C4C" w:rsidRPr="00444C4C" w:rsidRDefault="00444C4C" w:rsidP="00444C4C">
            <w:pPr>
              <w:pStyle w:val="Presentationtext"/>
            </w:pPr>
            <w:r w:rsidRPr="00444C4C">
              <w:t xml:space="preserve"> </w:t>
            </w:r>
          </w:p>
          <w:p w:rsidR="00A52143" w:rsidRPr="00A52143" w:rsidRDefault="00A52143" w:rsidP="00444C4C">
            <w:pPr>
              <w:pStyle w:val="Presentationtext"/>
            </w:pPr>
          </w:p>
        </w:tc>
        <w:tc>
          <w:tcPr>
            <w:tcW w:w="4788" w:type="dxa"/>
          </w:tcPr>
          <w:p w:rsidR="00A52143" w:rsidRPr="00A52143" w:rsidRDefault="00A52143" w:rsidP="004734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A52143">
              <w:rPr>
                <w:rFonts w:cs="Arial"/>
                <w:bCs/>
                <w:color w:val="27448B"/>
                <w:sz w:val="24"/>
                <w:szCs w:val="28"/>
              </w:rPr>
              <w:t>Presentation notes</w:t>
            </w:r>
          </w:p>
        </w:tc>
      </w:tr>
      <w:tr w:rsidR="00A52143" w:rsidRPr="00A52143" w:rsidTr="001C7FA5">
        <w:trPr>
          <w:trHeight w:hRule="exact" w:val="12960"/>
        </w:trPr>
        <w:tc>
          <w:tcPr>
            <w:tcW w:w="4788" w:type="dxa"/>
          </w:tcPr>
          <w:p w:rsidR="00444C4C" w:rsidRPr="00444C4C" w:rsidRDefault="00444C4C" w:rsidP="00444C4C">
            <w:pPr>
              <w:pStyle w:val="Presentationtext"/>
            </w:pPr>
            <w:r w:rsidRPr="00444C4C">
              <w:rPr>
                <w:noProof/>
              </w:rPr>
              <w:lastRenderedPageBreak/>
              <w:drawing>
                <wp:inline distT="0" distB="0" distL="0" distR="0">
                  <wp:extent cx="2971800" cy="2228850"/>
                  <wp:effectExtent l="0" t="0" r="0" b="0"/>
                  <wp:docPr id="3" name="Picture 3" descr="C:\Users\Mika\Documents\My Documents\Pearson\2013\June\23\Networking_Lesson2_Presentation_ROOT_062413\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a\Documents\My Documents\Pearson\2013\June\23\Networking_Lesson2_Presentation_ROOT_062413\Slide3.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444C4C" w:rsidRPr="00444C4C" w:rsidRDefault="00444C4C" w:rsidP="00444C4C">
            <w:pPr>
              <w:pStyle w:val="Presentationtext"/>
            </w:pPr>
            <w:r w:rsidRPr="00444C4C">
              <w:t>This graph shows the square waveforms used by digital networks. The ups and downs in the waveform show changes in frequency. Can you see how the spacing between the high and low spots is different as the wave travels from left to right? This shows how the frequency changes over time and how this might be interpreted into binary: one or zero, on or off. Electronics detect a 0 if there is a down-going transition in the clock timing window and a 1 if there is an up-going transition in the clock timing window.</w:t>
            </w:r>
          </w:p>
          <w:p w:rsidR="00444C4C" w:rsidRPr="00444C4C" w:rsidRDefault="00444C4C" w:rsidP="00444C4C">
            <w:pPr>
              <w:pStyle w:val="Presentationtext"/>
            </w:pPr>
            <w:r w:rsidRPr="00444C4C">
              <w:t xml:space="preserve">Computer systems use binary code to communicate. Ones and zeros are strung together to form instructions to the computer. Computer networks use electric pulses across wire to communicate. The pulses travel with less static and interference than analog signals, which tend to degrade more across longer distances. </w:t>
            </w:r>
          </w:p>
          <w:p w:rsidR="00444C4C" w:rsidRPr="00444C4C" w:rsidRDefault="00444C4C" w:rsidP="00444C4C">
            <w:pPr>
              <w:pStyle w:val="Presentationtext"/>
            </w:pPr>
            <w:r w:rsidRPr="00444C4C">
              <w:t xml:space="preserve">In and of itself, a digital signal means nothing, but we can assign different meanings to it. We just need to make sure that the computers reading the signal know how to properly interpret it. </w:t>
            </w:r>
          </w:p>
          <w:p w:rsidR="00A52143" w:rsidRPr="00A52143" w:rsidRDefault="00A52143" w:rsidP="00444C4C">
            <w:pPr>
              <w:pStyle w:val="Presentationtext"/>
            </w:pPr>
          </w:p>
        </w:tc>
        <w:tc>
          <w:tcPr>
            <w:tcW w:w="4788" w:type="dxa"/>
          </w:tcPr>
          <w:p w:rsidR="00A52143" w:rsidRPr="00A52143" w:rsidRDefault="00A52143" w:rsidP="004734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A52143">
              <w:rPr>
                <w:rFonts w:cs="Arial"/>
                <w:bCs/>
                <w:color w:val="27448B"/>
                <w:sz w:val="24"/>
                <w:szCs w:val="28"/>
              </w:rPr>
              <w:t>Presentation notes</w:t>
            </w:r>
          </w:p>
        </w:tc>
      </w:tr>
      <w:tr w:rsidR="00A52143" w:rsidRPr="00A52143" w:rsidTr="001C7FA5">
        <w:trPr>
          <w:trHeight w:hRule="exact" w:val="12960"/>
        </w:trPr>
        <w:tc>
          <w:tcPr>
            <w:tcW w:w="4788" w:type="dxa"/>
          </w:tcPr>
          <w:p w:rsidR="00444C4C" w:rsidRPr="00444C4C" w:rsidRDefault="00444C4C" w:rsidP="00444C4C">
            <w:pPr>
              <w:pStyle w:val="Presentationtext"/>
            </w:pPr>
            <w:r w:rsidRPr="00444C4C">
              <w:rPr>
                <w:noProof/>
              </w:rPr>
              <w:lastRenderedPageBreak/>
              <w:drawing>
                <wp:inline distT="0" distB="0" distL="0" distR="0">
                  <wp:extent cx="2971800" cy="2228850"/>
                  <wp:effectExtent l="0" t="0" r="0" b="0"/>
                  <wp:docPr id="8" name="Picture 8" descr="C:\Users\Mika\Documents\My Documents\Pearson\2013\June\23\Networking_Lesson2_Presentation_ROOT_062413\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ka\Documents\My Documents\Pearson\2013\June\23\Networking_Lesson2_Presentation_ROOT_062413\Slide4.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444C4C" w:rsidRPr="00444C4C" w:rsidRDefault="00444C4C" w:rsidP="00444C4C">
            <w:pPr>
              <w:pStyle w:val="Presentationtext"/>
            </w:pPr>
            <w:r w:rsidRPr="00444C4C">
              <w:t>The sound of the human voice is an example of an analog signal. So, what makes it different from a digital signal?</w:t>
            </w:r>
          </w:p>
          <w:p w:rsidR="00444C4C" w:rsidRPr="00444C4C" w:rsidRDefault="00444C4C" w:rsidP="00444C4C">
            <w:pPr>
              <w:pStyle w:val="Presentationtext"/>
            </w:pPr>
            <w:r w:rsidRPr="00444C4C">
              <w:t>An analog signal is a wave pattern that is continuously variable.</w:t>
            </w:r>
          </w:p>
          <w:p w:rsidR="00444C4C" w:rsidRPr="00444C4C" w:rsidRDefault="00444C4C" w:rsidP="00444C4C">
            <w:pPr>
              <w:pStyle w:val="Presentationtext"/>
            </w:pPr>
            <w:r w:rsidRPr="00444C4C">
              <w:t xml:space="preserve">In the world around us, all sounds are actually analog sounds. Everything we perceive has a gradual change over time. Examples of analog signals include sound and light waves. Audio tape cassettes are analog; CDs and DVDs are digital. </w:t>
            </w:r>
          </w:p>
          <w:p w:rsidR="00444C4C" w:rsidRPr="00444C4C" w:rsidRDefault="00444C4C" w:rsidP="00444C4C">
            <w:pPr>
              <w:pStyle w:val="Presentationtext"/>
            </w:pPr>
            <w:r w:rsidRPr="00444C4C">
              <w:t>Early cell phone systems used analog radio waves to transmit voice signals, so they were analog.</w:t>
            </w:r>
          </w:p>
          <w:p w:rsidR="00444C4C" w:rsidRPr="00444C4C" w:rsidRDefault="00444C4C" w:rsidP="00444C4C">
            <w:pPr>
              <w:pStyle w:val="Presentationtext"/>
            </w:pPr>
            <w:r w:rsidRPr="00444C4C">
              <w:t xml:space="preserve">Second-generation (2G) and later cell phones are digital. They use the same radio technology as the early analog cell phones, but the digital signal is compressed in a way that analog signals cannot be. Digital cell phones compress your voice into binary information. Because they can be compressed, digital signals allow more channels to fit in a given bandwidth.  </w:t>
            </w:r>
          </w:p>
          <w:p w:rsidR="00A52143" w:rsidRPr="00A52143" w:rsidRDefault="00A52143" w:rsidP="00444C4C">
            <w:pPr>
              <w:pStyle w:val="Presentationtext"/>
            </w:pPr>
          </w:p>
        </w:tc>
        <w:tc>
          <w:tcPr>
            <w:tcW w:w="4788" w:type="dxa"/>
          </w:tcPr>
          <w:p w:rsidR="00A52143" w:rsidRPr="00A52143" w:rsidRDefault="00A52143" w:rsidP="004734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A52143">
              <w:rPr>
                <w:rFonts w:cs="Arial"/>
                <w:bCs/>
                <w:color w:val="27448B"/>
                <w:sz w:val="24"/>
                <w:szCs w:val="28"/>
              </w:rPr>
              <w:t>Presentation notes</w:t>
            </w:r>
          </w:p>
        </w:tc>
      </w:tr>
      <w:tr w:rsidR="00A52143" w:rsidRPr="00A52143" w:rsidTr="001C7FA5">
        <w:trPr>
          <w:trHeight w:hRule="exact" w:val="12960"/>
        </w:trPr>
        <w:tc>
          <w:tcPr>
            <w:tcW w:w="4788" w:type="dxa"/>
          </w:tcPr>
          <w:p w:rsidR="00444C4C" w:rsidRPr="00444C4C" w:rsidRDefault="00444C4C" w:rsidP="00444C4C">
            <w:pPr>
              <w:pStyle w:val="Presentationtext"/>
            </w:pPr>
            <w:r w:rsidRPr="00444C4C">
              <w:rPr>
                <w:noProof/>
              </w:rPr>
              <w:lastRenderedPageBreak/>
              <w:drawing>
                <wp:inline distT="0" distB="0" distL="0" distR="0">
                  <wp:extent cx="2971800" cy="2228850"/>
                  <wp:effectExtent l="0" t="0" r="0" b="0"/>
                  <wp:docPr id="10" name="Picture 10" descr="C:\Users\Mika\Documents\My Documents\Pearson\2013\June\23\Networking_Lesson2_Presentation_ROOT_062413\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ka\Documents\My Documents\Pearson\2013\June\23\Networking_Lesson2_Presentation_ROOT_062413\Slide5.JP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444C4C" w:rsidRPr="00444C4C" w:rsidRDefault="00444C4C" w:rsidP="00444C4C">
            <w:pPr>
              <w:pStyle w:val="Presentationtext"/>
            </w:pPr>
            <w:r w:rsidRPr="00444C4C">
              <w:t xml:space="preserve">Modems are used to connect computers to the Internet via analog phone lines. The word </w:t>
            </w:r>
            <w:r w:rsidRPr="00444C4C">
              <w:rPr>
                <w:i/>
                <w:iCs/>
              </w:rPr>
              <w:t>modem</w:t>
            </w:r>
            <w:r w:rsidRPr="00444C4C">
              <w:t xml:space="preserve"> is short for </w:t>
            </w:r>
            <w:proofErr w:type="spellStart"/>
            <w:r w:rsidRPr="00444C4C">
              <w:t>MOdulate</w:t>
            </w:r>
            <w:proofErr w:type="spellEnd"/>
            <w:r w:rsidRPr="00444C4C">
              <w:t xml:space="preserve"> and </w:t>
            </w:r>
            <w:proofErr w:type="spellStart"/>
            <w:r w:rsidRPr="00444C4C">
              <w:t>DEModulate</w:t>
            </w:r>
            <w:proofErr w:type="spellEnd"/>
            <w:r w:rsidRPr="00444C4C">
              <w:t xml:space="preserve">, because this is what a modem must do in order to connect the digital to an analog signal.  </w:t>
            </w:r>
          </w:p>
          <w:p w:rsidR="00444C4C" w:rsidRPr="00444C4C" w:rsidRDefault="00444C4C" w:rsidP="00444C4C">
            <w:pPr>
              <w:pStyle w:val="Presentationtext"/>
            </w:pPr>
            <w:r w:rsidRPr="00444C4C">
              <w:t xml:space="preserve">When a user connects to the Internet on a telephone wire, the binary code is modulated and transformed to an analog one via a modem; it is then demodulated—or translated back to binary—at the other end. </w:t>
            </w:r>
          </w:p>
          <w:p w:rsidR="00444C4C" w:rsidRPr="00444C4C" w:rsidRDefault="00444C4C" w:rsidP="00444C4C">
            <w:pPr>
              <w:pStyle w:val="Presentationtext"/>
            </w:pPr>
            <w:r w:rsidRPr="00444C4C">
              <w:t>ASCII is the system we use to translate the alphabets we type on a computer into the computer’s native binary language. Our full, rich alphabets of 26 letters, 10 numbers, and all the other symbols we use (such as punctuation) are too complicated for the computer, since the computer uses only electric pulses to communicate. So, ASCII translates the symbols into something the computer can understand within its binary structure.</w:t>
            </w:r>
          </w:p>
          <w:p w:rsidR="00A52143" w:rsidRPr="00A52143" w:rsidRDefault="00A52143" w:rsidP="00444C4C">
            <w:pPr>
              <w:pStyle w:val="Presentationtext"/>
            </w:pPr>
          </w:p>
        </w:tc>
        <w:tc>
          <w:tcPr>
            <w:tcW w:w="4788" w:type="dxa"/>
          </w:tcPr>
          <w:p w:rsidR="00A52143" w:rsidRPr="00A52143" w:rsidRDefault="00A52143" w:rsidP="004734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A52143">
              <w:rPr>
                <w:rFonts w:cs="Arial"/>
                <w:bCs/>
                <w:color w:val="27448B"/>
                <w:sz w:val="24"/>
                <w:szCs w:val="28"/>
              </w:rPr>
              <w:t>Presentation notes</w:t>
            </w:r>
          </w:p>
        </w:tc>
      </w:tr>
      <w:tr w:rsidR="00A52143" w:rsidRPr="00A52143" w:rsidTr="001C7FA5">
        <w:trPr>
          <w:trHeight w:hRule="exact" w:val="12960"/>
        </w:trPr>
        <w:tc>
          <w:tcPr>
            <w:tcW w:w="4788" w:type="dxa"/>
          </w:tcPr>
          <w:p w:rsidR="00444C4C" w:rsidRPr="00444C4C" w:rsidRDefault="00444C4C" w:rsidP="00444C4C">
            <w:pPr>
              <w:pStyle w:val="Presentationtext"/>
            </w:pPr>
            <w:r w:rsidRPr="00444C4C">
              <w:rPr>
                <w:noProof/>
              </w:rPr>
              <w:lastRenderedPageBreak/>
              <w:drawing>
                <wp:inline distT="0" distB="0" distL="0" distR="0">
                  <wp:extent cx="2971800" cy="2228850"/>
                  <wp:effectExtent l="0" t="0" r="0" b="0"/>
                  <wp:docPr id="12" name="Picture 12" descr="C:\Users\Mika\Documents\My Documents\Pearson\2013\June\23\Networking_Lesson2_Presentation_ROOT_062413\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ika\Documents\My Documents\Pearson\2013\June\23\Networking_Lesson2_Presentation_ROOT_062413\Slide6.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444C4C" w:rsidRPr="00444C4C" w:rsidRDefault="00444C4C" w:rsidP="00444C4C">
            <w:pPr>
              <w:pStyle w:val="Presentationtext"/>
            </w:pPr>
            <w:r w:rsidRPr="00444C4C">
              <w:t>The first computer networks relied on analog telephone lines to connect. Since the computer spoke in binary but the phone lines used only analog signals, the computer was connected to a modem, which translated the message into an analog signal. On the other end, the analog signal coming from the telephone line was converted back to a digital one so that the other computer could read it.</w:t>
            </w:r>
          </w:p>
          <w:p w:rsidR="00444C4C" w:rsidRPr="00444C4C" w:rsidRDefault="00444C4C" w:rsidP="00444C4C">
            <w:pPr>
              <w:pStyle w:val="Presentationtext"/>
            </w:pPr>
            <w:r w:rsidRPr="00444C4C">
              <w:t xml:space="preserve">Today, most people use cable or DSL—digital lines—to connect to the Internet, which is a purely digital network. </w:t>
            </w:r>
          </w:p>
          <w:p w:rsidR="00444C4C" w:rsidRPr="00444C4C" w:rsidRDefault="00444C4C" w:rsidP="00444C4C">
            <w:pPr>
              <w:pStyle w:val="Presentationtext"/>
            </w:pPr>
            <w:r w:rsidRPr="00444C4C">
              <w:t>DSL service uses a DSL modem to connect your computer to your public telephone service.</w:t>
            </w:r>
          </w:p>
          <w:p w:rsidR="00444C4C" w:rsidRPr="00444C4C" w:rsidRDefault="00444C4C" w:rsidP="00444C4C">
            <w:pPr>
              <w:pStyle w:val="Presentationtext"/>
            </w:pPr>
            <w:r w:rsidRPr="00444C4C">
              <w:t xml:space="preserve">Cable service uses the cable TV infrastructure to bring an Internet connection to your home, school, or office. Cable companies that provide Internet service require you to use a cable modem to connect your computer to the Internet. </w:t>
            </w:r>
          </w:p>
          <w:p w:rsidR="00444C4C" w:rsidRPr="00444C4C" w:rsidRDefault="00444C4C" w:rsidP="00444C4C">
            <w:pPr>
              <w:pStyle w:val="Presentationtext"/>
            </w:pPr>
            <w:r w:rsidRPr="00444C4C">
              <w:t>Some Internet service providers offer voice over Internet Protocol (VoIP) technology, which uses a modem that separates voice information from data. With VoIP, you don’t need a land line. Some telephone companies do not offer DSL service without telephone line service, although more com</w:t>
            </w:r>
            <w:bookmarkStart w:id="0" w:name="_GoBack"/>
            <w:bookmarkEnd w:id="0"/>
            <w:r w:rsidRPr="00444C4C">
              <w:t>panies are beginning to unbundle their DSL and phone services. Currently, VoIP is more popular with cable modem users.</w:t>
            </w:r>
          </w:p>
          <w:p w:rsidR="00A52143" w:rsidRPr="00A52143" w:rsidRDefault="00A52143" w:rsidP="00444C4C">
            <w:pPr>
              <w:pStyle w:val="Presentationtext"/>
            </w:pPr>
          </w:p>
        </w:tc>
        <w:tc>
          <w:tcPr>
            <w:tcW w:w="4788" w:type="dxa"/>
          </w:tcPr>
          <w:p w:rsidR="00A52143" w:rsidRPr="00A52143" w:rsidRDefault="00A52143" w:rsidP="004734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r w:rsidRPr="00A52143">
              <w:rPr>
                <w:rFonts w:cs="Arial"/>
                <w:bCs/>
                <w:color w:val="27448B"/>
                <w:sz w:val="24"/>
                <w:szCs w:val="28"/>
              </w:rPr>
              <w:t>Presentation notes</w:t>
            </w:r>
          </w:p>
        </w:tc>
      </w:tr>
      <w:tr w:rsidR="00183DE0" w:rsidRPr="00A52143" w:rsidTr="001C7FA5">
        <w:trPr>
          <w:trHeight w:hRule="exact" w:val="12960"/>
        </w:trPr>
        <w:tc>
          <w:tcPr>
            <w:tcW w:w="4788" w:type="dxa"/>
          </w:tcPr>
          <w:p w:rsidR="00183DE0" w:rsidRDefault="00183DE0" w:rsidP="00444C4C">
            <w:pPr>
              <w:pStyle w:val="Presentationtext"/>
              <w:rPr>
                <w:noProof/>
              </w:rPr>
            </w:pPr>
            <w:r>
              <w:rPr>
                <w:noProof/>
              </w:rPr>
              <w:lastRenderedPageBreak/>
              <w:drawing>
                <wp:inline distT="0" distB="0" distL="0" distR="0">
                  <wp:extent cx="2971800" cy="2228850"/>
                  <wp:effectExtent l="0" t="0" r="0" b="0"/>
                  <wp:docPr id="4" name="Picture 4" descr="C:\Users\Mika\Documents\My Documents\Pearson\2013\July\4\Networking_Lesson2_Presentation_ROOT_062413\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a\Documents\My Documents\Pearson\2013\July\4\Networking_Lesson2_Presentation_ROOT_062413\Slide7.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800" cy="2228850"/>
                          </a:xfrm>
                          <a:prstGeom prst="rect">
                            <a:avLst/>
                          </a:prstGeom>
                          <a:noFill/>
                          <a:ln>
                            <a:noFill/>
                          </a:ln>
                        </pic:spPr>
                      </pic:pic>
                    </a:graphicData>
                  </a:graphic>
                </wp:inline>
              </w:drawing>
            </w:r>
          </w:p>
          <w:p w:rsidR="00183DE0" w:rsidRPr="00183DE0" w:rsidRDefault="00183DE0" w:rsidP="00183DE0">
            <w:pPr>
              <w:pStyle w:val="Presentationtext"/>
              <w:rPr>
                <w:noProof/>
              </w:rPr>
            </w:pPr>
            <w:r w:rsidRPr="00183DE0">
              <w:rPr>
                <w:noProof/>
              </w:rPr>
              <w:t>As you learn more about computer networks, you will build on everything that you have learned about analog and digital signals.</w:t>
            </w:r>
          </w:p>
          <w:p w:rsidR="00183DE0" w:rsidRPr="00444C4C" w:rsidRDefault="00183DE0" w:rsidP="00444C4C">
            <w:pPr>
              <w:pStyle w:val="Presentationtext"/>
              <w:rPr>
                <w:noProof/>
              </w:rPr>
            </w:pPr>
          </w:p>
        </w:tc>
        <w:tc>
          <w:tcPr>
            <w:tcW w:w="4788" w:type="dxa"/>
          </w:tcPr>
          <w:p w:rsidR="00183DE0" w:rsidRPr="00A52143" w:rsidRDefault="00183DE0" w:rsidP="00473460">
            <w:pPr>
              <w:keepNext/>
              <w:widowControl w:val="0"/>
              <w:suppressAutoHyphens/>
              <w:autoSpaceDE w:val="0"/>
              <w:autoSpaceDN w:val="0"/>
              <w:adjustRightInd w:val="0"/>
              <w:spacing w:before="120" w:line="240" w:lineRule="auto"/>
              <w:ind w:left="0" w:firstLine="0"/>
              <w:textAlignment w:val="center"/>
              <w:rPr>
                <w:rFonts w:cs="Arial"/>
                <w:bCs/>
                <w:color w:val="27448B"/>
                <w:sz w:val="24"/>
                <w:szCs w:val="28"/>
              </w:rPr>
            </w:pPr>
          </w:p>
        </w:tc>
      </w:tr>
    </w:tbl>
    <w:p w:rsidR="005216C2" w:rsidRDefault="005216C2" w:rsidP="00127FDC">
      <w:pPr>
        <w:pStyle w:val="BodyText"/>
      </w:pPr>
    </w:p>
    <w:sectPr w:rsidR="005216C2" w:rsidSect="00D53900">
      <w:headerReference w:type="default" r:id="rId14"/>
      <w:footerReference w:type="default" r:id="rId15"/>
      <w:footerReference w:type="first" r:id="rId16"/>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237" w:rsidRDefault="00CC4237">
      <w:r>
        <w:separator/>
      </w:r>
    </w:p>
  </w:endnote>
  <w:endnote w:type="continuationSeparator" w:id="0">
    <w:p w:rsidR="00CC4237" w:rsidRDefault="00CC42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00000000" w:usb2="00000000"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C18" w:rsidRDefault="00A141F1" w:rsidP="00A8482D">
    <w:pPr>
      <w:pStyle w:val="Footer"/>
    </w:pPr>
    <w:r>
      <w:t>Copyright © 2008–2013 National Academy Foundation.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C18" w:rsidRDefault="00A141F1" w:rsidP="00A8482D">
    <w:pPr>
      <w:pStyle w:val="Footer"/>
    </w:pPr>
    <w:r>
      <w:t>Copyright © 2008–2013 National Academy Foundation.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237" w:rsidRDefault="00CC4237">
      <w:r>
        <w:separator/>
      </w:r>
    </w:p>
  </w:footnote>
  <w:footnote w:type="continuationSeparator" w:id="0">
    <w:p w:rsidR="00CC4237" w:rsidRDefault="00CC42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C18" w:rsidRPr="00AC7A15" w:rsidRDefault="00204C18" w:rsidP="00AC7A15">
    <w:pPr>
      <w:pStyle w:val="Headers"/>
      <w:rPr>
        <w:noProof/>
      </w:rPr>
    </w:pPr>
    <w:r w:rsidRPr="00AC7A15">
      <w:t>AOIT Computer Networking</w:t>
    </w:r>
  </w:p>
  <w:p w:rsidR="00204C18" w:rsidRDefault="00204C18" w:rsidP="00AC7A15">
    <w:pPr>
      <w:pStyle w:val="Headers"/>
      <w:rPr>
        <w:rFonts w:cs="Courier New"/>
        <w:color w:val="000000"/>
        <w:szCs w:val="20"/>
      </w:rPr>
    </w:pPr>
    <w:r>
      <w:t xml:space="preserve">Lesson 2 </w:t>
    </w:r>
    <w:r w:rsidRPr="00D23907">
      <w:rPr>
        <w:b w:val="0"/>
        <w:noProof/>
      </w:rPr>
      <w:t>Introduction to Networking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55EF6E8"/>
    <w:lvl w:ilvl="0">
      <w:start w:val="1"/>
      <w:numFmt w:val="decimal"/>
      <w:lvlText w:val="%1."/>
      <w:lvlJc w:val="left"/>
      <w:pPr>
        <w:tabs>
          <w:tab w:val="num" w:pos="1800"/>
        </w:tabs>
        <w:ind w:left="1800" w:hanging="360"/>
      </w:pPr>
    </w:lvl>
  </w:abstractNum>
  <w:abstractNum w:abstractNumId="1">
    <w:nsid w:val="FFFFFF7D"/>
    <w:multiLevelType w:val="singleLevel"/>
    <w:tmpl w:val="7DF6C48A"/>
    <w:lvl w:ilvl="0">
      <w:start w:val="1"/>
      <w:numFmt w:val="decimal"/>
      <w:lvlText w:val="%1."/>
      <w:lvlJc w:val="left"/>
      <w:pPr>
        <w:tabs>
          <w:tab w:val="num" w:pos="1440"/>
        </w:tabs>
        <w:ind w:left="1440" w:hanging="360"/>
      </w:pPr>
    </w:lvl>
  </w:abstractNum>
  <w:abstractNum w:abstractNumId="2">
    <w:nsid w:val="FFFFFF7E"/>
    <w:multiLevelType w:val="singleLevel"/>
    <w:tmpl w:val="CCE2AEE0"/>
    <w:lvl w:ilvl="0">
      <w:start w:val="1"/>
      <w:numFmt w:val="decimal"/>
      <w:lvlText w:val="%1."/>
      <w:lvlJc w:val="left"/>
      <w:pPr>
        <w:tabs>
          <w:tab w:val="num" w:pos="1080"/>
        </w:tabs>
        <w:ind w:left="1080" w:hanging="360"/>
      </w:pPr>
    </w:lvl>
  </w:abstractNum>
  <w:abstractNum w:abstractNumId="3">
    <w:nsid w:val="FFFFFF7F"/>
    <w:multiLevelType w:val="singleLevel"/>
    <w:tmpl w:val="F0BCF73E"/>
    <w:lvl w:ilvl="0">
      <w:start w:val="1"/>
      <w:numFmt w:val="decimal"/>
      <w:lvlText w:val="%1."/>
      <w:lvlJc w:val="left"/>
      <w:pPr>
        <w:tabs>
          <w:tab w:val="num" w:pos="720"/>
        </w:tabs>
        <w:ind w:left="720" w:hanging="360"/>
      </w:pPr>
    </w:lvl>
  </w:abstractNum>
  <w:abstractNum w:abstractNumId="4">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9500FDE"/>
    <w:lvl w:ilvl="0">
      <w:start w:val="1"/>
      <w:numFmt w:val="decimal"/>
      <w:lvlText w:val="%1."/>
      <w:lvlJc w:val="left"/>
      <w:pPr>
        <w:tabs>
          <w:tab w:val="num" w:pos="360"/>
        </w:tabs>
        <w:ind w:left="360" w:hanging="360"/>
      </w:pPr>
    </w:lvl>
  </w:abstractNum>
  <w:abstractNum w:abstractNumId="9">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1">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2">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22D87DC5"/>
    <w:multiLevelType w:val="hybridMultilevel"/>
    <w:tmpl w:val="C71E5A3A"/>
    <w:lvl w:ilvl="0" w:tplc="2BFA8258">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StarSymbol"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StarSymbol"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StarSymbol" w:hint="default"/>
      </w:rPr>
    </w:lvl>
    <w:lvl w:ilvl="8" w:tplc="04090005" w:tentative="1">
      <w:start w:val="1"/>
      <w:numFmt w:val="bullet"/>
      <w:lvlText w:val=""/>
      <w:lvlJc w:val="left"/>
      <w:pPr>
        <w:ind w:left="6768" w:hanging="360"/>
      </w:pPr>
      <w:rPr>
        <w:rFonts w:ascii="Wingdings" w:hAnsi="Wingdings" w:hint="default"/>
      </w:rPr>
    </w:lvl>
  </w:abstractNum>
  <w:abstractNum w:abstractNumId="24">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EAD6D3F"/>
    <w:multiLevelType w:val="hybridMultilevel"/>
    <w:tmpl w:val="B0C88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7">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33">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34">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37">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2">
    <w:nsid w:val="68D46609"/>
    <w:multiLevelType w:val="hybridMultilevel"/>
    <w:tmpl w:val="77D81230"/>
    <w:lvl w:ilvl="0" w:tplc="13121FE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nsid w:val="78511ABC"/>
    <w:multiLevelType w:val="hybridMultilevel"/>
    <w:tmpl w:val="206E7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3"/>
  </w:num>
  <w:num w:numId="3">
    <w:abstractNumId w:val="16"/>
  </w:num>
  <w:num w:numId="4">
    <w:abstractNumId w:val="45"/>
  </w:num>
  <w:num w:numId="5">
    <w:abstractNumId w:val="31"/>
  </w:num>
  <w:num w:numId="6">
    <w:abstractNumId w:val="20"/>
  </w:num>
  <w:num w:numId="7">
    <w:abstractNumId w:val="31"/>
    <w:lvlOverride w:ilvl="0">
      <w:startOverride w:val="1"/>
    </w:lvlOverride>
  </w:num>
  <w:num w:numId="8">
    <w:abstractNumId w:val="13"/>
  </w:num>
  <w:num w:numId="9">
    <w:abstractNumId w:val="10"/>
  </w:num>
  <w:num w:numId="10">
    <w:abstractNumId w:val="15"/>
  </w:num>
  <w:num w:numId="11">
    <w:abstractNumId w:val="31"/>
    <w:lvlOverride w:ilvl="0">
      <w:startOverride w:val="1"/>
    </w:lvlOverride>
  </w:num>
  <w:num w:numId="12">
    <w:abstractNumId w:val="14"/>
  </w:num>
  <w:num w:numId="13">
    <w:abstractNumId w:val="46"/>
  </w:num>
  <w:num w:numId="14">
    <w:abstractNumId w:val="42"/>
  </w:num>
  <w:num w:numId="15">
    <w:abstractNumId w:val="37"/>
  </w:num>
  <w:num w:numId="16">
    <w:abstractNumId w:val="22"/>
  </w:num>
  <w:num w:numId="17">
    <w:abstractNumId w:val="32"/>
  </w:num>
  <w:num w:numId="18">
    <w:abstractNumId w:val="21"/>
  </w:num>
  <w:num w:numId="19">
    <w:abstractNumId w:val="12"/>
  </w:num>
  <w:num w:numId="20">
    <w:abstractNumId w:val="18"/>
  </w:num>
  <w:num w:numId="21">
    <w:abstractNumId w:val="26"/>
  </w:num>
  <w:num w:numId="22">
    <w:abstractNumId w:val="33"/>
  </w:num>
  <w:num w:numId="23">
    <w:abstractNumId w:val="30"/>
  </w:num>
  <w:num w:numId="24">
    <w:abstractNumId w:val="39"/>
  </w:num>
  <w:num w:numId="25">
    <w:abstractNumId w:val="36"/>
  </w:num>
  <w:num w:numId="26">
    <w:abstractNumId w:val="40"/>
  </w:num>
  <w:num w:numId="27">
    <w:abstractNumId w:val="31"/>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8">
    <w:abstractNumId w:val="31"/>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9">
    <w:abstractNumId w:val="29"/>
  </w:num>
  <w:num w:numId="30">
    <w:abstractNumId w:val="28"/>
  </w:num>
  <w:num w:numId="31">
    <w:abstractNumId w:val="24"/>
  </w:num>
  <w:num w:numId="32">
    <w:abstractNumId w:val="27"/>
  </w:num>
  <w:num w:numId="33">
    <w:abstractNumId w:val="19"/>
  </w:num>
  <w:num w:numId="34">
    <w:abstractNumId w:val="35"/>
  </w:num>
  <w:num w:numId="35">
    <w:abstractNumId w:val="34"/>
  </w:num>
  <w:num w:numId="36">
    <w:abstractNumId w:val="38"/>
  </w:num>
  <w:num w:numId="37">
    <w:abstractNumId w:val="44"/>
  </w:num>
  <w:num w:numId="38">
    <w:abstractNumId w:val="23"/>
  </w:num>
  <w:num w:numId="39">
    <w:abstractNumId w:val="25"/>
  </w:num>
  <w:num w:numId="40">
    <w:abstractNumId w:val="41"/>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 w:numId="51">
    <w:abstractNumId w:val="17"/>
  </w:num>
  <w:num w:numId="52">
    <w:abstractNumId w:val="31"/>
    <w:lvlOverride w:ilvl="0">
      <w:startOverride w:val="1"/>
    </w:lvlOverride>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activeWritingStyle w:appName="MSWord" w:lang="en-US" w:vendorID="64" w:dllVersion="131077" w:nlCheck="1" w:checkStyle="1"/>
  <w:proofState w:spelling="clean" w:grammar="clean"/>
  <w:attachedTemplate r:id="rId1"/>
  <w:stylePaneFormatFilter w:val="3F01"/>
  <w:defaultTabStop w:val="720"/>
  <w:clickAndTypeStyle w:val="BodyText"/>
  <w:characterSpacingControl w:val="doNotCompress"/>
  <w:hdrShapeDefaults>
    <o:shapedefaults v:ext="edit" spidmax="4097"/>
  </w:hdrShapeDefaults>
  <w:footnotePr>
    <w:footnote w:id="-1"/>
    <w:footnote w:id="0"/>
  </w:footnotePr>
  <w:endnotePr>
    <w:endnote w:id="-1"/>
    <w:endnote w:id="0"/>
  </w:endnotePr>
  <w:compat/>
  <w:rsids>
    <w:rsidRoot w:val="00C040DB"/>
    <w:rsid w:val="00031A29"/>
    <w:rsid w:val="00045AAA"/>
    <w:rsid w:val="00083275"/>
    <w:rsid w:val="000A1C09"/>
    <w:rsid w:val="000D025B"/>
    <w:rsid w:val="000E2823"/>
    <w:rsid w:val="000E51E5"/>
    <w:rsid w:val="00113E4F"/>
    <w:rsid w:val="00127FDC"/>
    <w:rsid w:val="00134022"/>
    <w:rsid w:val="001345CA"/>
    <w:rsid w:val="00135CDF"/>
    <w:rsid w:val="00136F03"/>
    <w:rsid w:val="00183DE0"/>
    <w:rsid w:val="00193A50"/>
    <w:rsid w:val="001A3166"/>
    <w:rsid w:val="001C7B48"/>
    <w:rsid w:val="001F06D1"/>
    <w:rsid w:val="00204C18"/>
    <w:rsid w:val="002F0DE0"/>
    <w:rsid w:val="002F1BA9"/>
    <w:rsid w:val="002F40A3"/>
    <w:rsid w:val="00370886"/>
    <w:rsid w:val="003904A2"/>
    <w:rsid w:val="003B0469"/>
    <w:rsid w:val="003B24C8"/>
    <w:rsid w:val="003D6903"/>
    <w:rsid w:val="00413EB7"/>
    <w:rsid w:val="00425DAB"/>
    <w:rsid w:val="004370C6"/>
    <w:rsid w:val="00444C4C"/>
    <w:rsid w:val="00473460"/>
    <w:rsid w:val="004B2D69"/>
    <w:rsid w:val="004E5B60"/>
    <w:rsid w:val="004E630D"/>
    <w:rsid w:val="004F1B5F"/>
    <w:rsid w:val="00516A1C"/>
    <w:rsid w:val="005216C2"/>
    <w:rsid w:val="00541BF6"/>
    <w:rsid w:val="005439DB"/>
    <w:rsid w:val="00553D79"/>
    <w:rsid w:val="005A1501"/>
    <w:rsid w:val="00636811"/>
    <w:rsid w:val="0065108F"/>
    <w:rsid w:val="006673CA"/>
    <w:rsid w:val="006A1B7D"/>
    <w:rsid w:val="006E549C"/>
    <w:rsid w:val="00710550"/>
    <w:rsid w:val="0073413E"/>
    <w:rsid w:val="007427AA"/>
    <w:rsid w:val="00745DA5"/>
    <w:rsid w:val="007479FC"/>
    <w:rsid w:val="00772133"/>
    <w:rsid w:val="007D6060"/>
    <w:rsid w:val="0085253D"/>
    <w:rsid w:val="00873739"/>
    <w:rsid w:val="0088772D"/>
    <w:rsid w:val="008A0225"/>
    <w:rsid w:val="008C3283"/>
    <w:rsid w:val="008E5167"/>
    <w:rsid w:val="00964738"/>
    <w:rsid w:val="009A0C07"/>
    <w:rsid w:val="009B06CF"/>
    <w:rsid w:val="009E5635"/>
    <w:rsid w:val="009E765A"/>
    <w:rsid w:val="00A1085A"/>
    <w:rsid w:val="00A141F1"/>
    <w:rsid w:val="00A52143"/>
    <w:rsid w:val="00A7320A"/>
    <w:rsid w:val="00A8482D"/>
    <w:rsid w:val="00AC7A15"/>
    <w:rsid w:val="00B56E18"/>
    <w:rsid w:val="00B629E3"/>
    <w:rsid w:val="00B63DF1"/>
    <w:rsid w:val="00B64F5B"/>
    <w:rsid w:val="00B83CD8"/>
    <w:rsid w:val="00B8721C"/>
    <w:rsid w:val="00BD6E85"/>
    <w:rsid w:val="00BF208E"/>
    <w:rsid w:val="00BF608A"/>
    <w:rsid w:val="00C040DB"/>
    <w:rsid w:val="00C36365"/>
    <w:rsid w:val="00C778D9"/>
    <w:rsid w:val="00C85A48"/>
    <w:rsid w:val="00CC4237"/>
    <w:rsid w:val="00CC553D"/>
    <w:rsid w:val="00D07101"/>
    <w:rsid w:val="00D23907"/>
    <w:rsid w:val="00D30B7C"/>
    <w:rsid w:val="00D45DA4"/>
    <w:rsid w:val="00D53900"/>
    <w:rsid w:val="00D61220"/>
    <w:rsid w:val="00D6213E"/>
    <w:rsid w:val="00D63A02"/>
    <w:rsid w:val="00D85786"/>
    <w:rsid w:val="00DB3C06"/>
    <w:rsid w:val="00DC34FF"/>
    <w:rsid w:val="00DC5F92"/>
    <w:rsid w:val="00DE4E0D"/>
    <w:rsid w:val="00E0639E"/>
    <w:rsid w:val="00E20567"/>
    <w:rsid w:val="00E430A5"/>
    <w:rsid w:val="00E52E55"/>
    <w:rsid w:val="00E93624"/>
    <w:rsid w:val="00EA6284"/>
    <w:rsid w:val="00EA7BDC"/>
    <w:rsid w:val="00F8395D"/>
    <w:rsid w:val="00F83F72"/>
    <w:rsid w:val="00FD5D64"/>
    <w:rsid w:val="00FE33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83F72"/>
    <w:pPr>
      <w:spacing w:after="120" w:line="240" w:lineRule="atLeast"/>
      <w:ind w:left="576" w:hanging="576"/>
    </w:pPr>
    <w:rPr>
      <w:rFonts w:ascii="Arial" w:hAnsi="Arial"/>
      <w:szCs w:val="24"/>
    </w:rPr>
  </w:style>
  <w:style w:type="paragraph" w:styleId="Heading1">
    <w:name w:val="heading 1"/>
    <w:basedOn w:val="Normal"/>
    <w:next w:val="Normal"/>
    <w:rsid w:val="00F83F72"/>
    <w:pPr>
      <w:keepNext/>
      <w:spacing w:before="240" w:after="60"/>
      <w:outlineLvl w:val="0"/>
    </w:pPr>
    <w:rPr>
      <w:rFonts w:cs="Arial"/>
      <w:b/>
      <w:bCs/>
      <w:kern w:val="32"/>
      <w:sz w:val="32"/>
      <w:szCs w:val="32"/>
    </w:rPr>
  </w:style>
  <w:style w:type="paragraph" w:styleId="Heading2">
    <w:name w:val="heading 2"/>
    <w:basedOn w:val="Normal"/>
    <w:next w:val="Normal"/>
    <w:qFormat/>
    <w:rsid w:val="00D53900"/>
    <w:pPr>
      <w:keepNext/>
      <w:spacing w:before="240" w:after="60"/>
      <w:outlineLvl w:val="1"/>
    </w:pPr>
    <w:rPr>
      <w:rFonts w:cs="Arial"/>
      <w:b/>
      <w:bCs/>
      <w:i/>
      <w:iCs/>
      <w:sz w:val="28"/>
      <w:szCs w:val="28"/>
    </w:rPr>
  </w:style>
  <w:style w:type="paragraph" w:styleId="Heading3">
    <w:name w:val="heading 3"/>
    <w:basedOn w:val="Normal"/>
    <w:next w:val="Normal"/>
    <w:rsid w:val="00F83F72"/>
    <w:pPr>
      <w:keepNext/>
      <w:spacing w:before="240" w:after="60"/>
      <w:outlineLvl w:val="2"/>
    </w:pPr>
    <w:rPr>
      <w:rFonts w:cs="Arial"/>
      <w:b/>
      <w:bCs/>
      <w:sz w:val="26"/>
      <w:szCs w:val="26"/>
    </w:rPr>
  </w:style>
  <w:style w:type="paragraph" w:styleId="Heading5">
    <w:name w:val="heading 5"/>
    <w:basedOn w:val="Normal"/>
    <w:next w:val="Normal"/>
    <w:qFormat/>
    <w:rsid w:val="00D53900"/>
    <w:pPr>
      <w:keepNext/>
      <w:outlineLvl w:val="4"/>
    </w:pPr>
    <w:rPr>
      <w:b/>
      <w:color w:val="27448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F83F72"/>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F83F72"/>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Char">
    <w:name w:val="Char"/>
    <w:basedOn w:val="DefaultParagraphFont"/>
    <w:locked/>
    <w:rsid w:val="00D53900"/>
    <w:rPr>
      <w:rFonts w:ascii="Arial" w:hAnsi="Arial" w:cs="Arial"/>
      <w:color w:val="000000"/>
      <w:szCs w:val="24"/>
      <w:lang w:val="en-US" w:eastAsia="en-US" w:bidi="ar-SA"/>
    </w:rPr>
  </w:style>
  <w:style w:type="paragraph" w:customStyle="1" w:styleId="BL">
    <w:name w:val="BL"/>
    <w:basedOn w:val="Normal"/>
    <w:autoRedefine/>
    <w:qFormat/>
    <w:rsid w:val="00F83F72"/>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F83F72"/>
    <w:pPr>
      <w:numPr>
        <w:numId w:val="7"/>
      </w:numPr>
      <w:tabs>
        <w:tab w:val="clear" w:pos="630"/>
        <w:tab w:val="clear" w:pos="1080"/>
        <w:tab w:val="left" w:pos="360"/>
        <w:tab w:val="num" w:pos="720"/>
      </w:tabs>
      <w:spacing w:before="240"/>
      <w:ind w:left="648"/>
    </w:pPr>
  </w:style>
  <w:style w:type="paragraph" w:styleId="Header">
    <w:name w:val="header"/>
    <w:basedOn w:val="Normal"/>
    <w:rsid w:val="00F83F72"/>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F83F72"/>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F83F72"/>
    <w:rPr>
      <w:rFonts w:ascii="Arial" w:hAnsi="Arial" w:cs="AvenirLT-Heavy"/>
      <w:b/>
      <w:color w:val="27448B"/>
      <w:szCs w:val="44"/>
    </w:rPr>
  </w:style>
  <w:style w:type="paragraph" w:customStyle="1" w:styleId="Tablecolumnheading">
    <w:name w:val="Table column heading"/>
    <w:basedOn w:val="BodyText"/>
    <w:rsid w:val="00BD6E85"/>
    <w:pPr>
      <w:jc w:val="center"/>
    </w:pPr>
    <w:rPr>
      <w:rFonts w:cs="AvenirLT-Heavy"/>
      <w:color w:val="FFFFFF"/>
    </w:rPr>
  </w:style>
  <w:style w:type="paragraph" w:customStyle="1" w:styleId="LessonNo">
    <w:name w:val="LessonNo"/>
    <w:basedOn w:val="Normal"/>
    <w:rsid w:val="00F83F72"/>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F83F72"/>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F83F72"/>
    <w:pPr>
      <w:tabs>
        <w:tab w:val="clear" w:pos="1080"/>
      </w:tabs>
    </w:pPr>
    <w:rPr>
      <w:rFonts w:cs="Tahoma"/>
    </w:rPr>
  </w:style>
  <w:style w:type="paragraph" w:customStyle="1" w:styleId="Instructions">
    <w:name w:val="Instructions"/>
    <w:basedOn w:val="BodyText"/>
    <w:autoRedefine/>
    <w:rsid w:val="00F83F72"/>
    <w:pPr>
      <w:tabs>
        <w:tab w:val="left" w:pos="1620"/>
        <w:tab w:val="left" w:pos="4320"/>
        <w:tab w:val="left" w:pos="4680"/>
      </w:tabs>
      <w:spacing w:after="240"/>
    </w:pPr>
    <w:rPr>
      <w:i/>
      <w:color w:val="27448B"/>
      <w:szCs w:val="20"/>
    </w:rPr>
  </w:style>
  <w:style w:type="paragraph" w:customStyle="1" w:styleId="Resources">
    <w:name w:val="Resources"/>
    <w:basedOn w:val="Normal"/>
    <w:rsid w:val="00F83F72"/>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F83F72"/>
    <w:rPr>
      <w:rFonts w:cs="Times New Roman"/>
      <w:sz w:val="16"/>
      <w:szCs w:val="16"/>
    </w:rPr>
  </w:style>
  <w:style w:type="paragraph" w:customStyle="1" w:styleId="CrieriaTablelist">
    <w:name w:val="Crieria Table list"/>
    <w:basedOn w:val="BodyText"/>
    <w:autoRedefine/>
    <w:rsid w:val="00F83F72"/>
    <w:rPr>
      <w:rFonts w:cs="Times New Roman"/>
    </w:rPr>
  </w:style>
  <w:style w:type="paragraph" w:customStyle="1" w:styleId="ResourceTitle">
    <w:name w:val="Resource Title"/>
    <w:basedOn w:val="Normal"/>
    <w:next w:val="BodyText"/>
    <w:autoRedefine/>
    <w:qFormat/>
    <w:rsid w:val="00F83F72"/>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F83F72"/>
    <w:rPr>
      <w:szCs w:val="20"/>
    </w:rPr>
  </w:style>
  <w:style w:type="paragraph" w:customStyle="1" w:styleId="H1">
    <w:name w:val="H1"/>
    <w:basedOn w:val="Normal"/>
    <w:autoRedefine/>
    <w:qFormat/>
    <w:rsid w:val="00F83F72"/>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F83F72"/>
    <w:rPr>
      <w:b/>
      <w:bCs/>
    </w:rPr>
  </w:style>
  <w:style w:type="paragraph" w:styleId="BalloonText">
    <w:name w:val="Balloon Text"/>
    <w:basedOn w:val="Normal"/>
    <w:semiHidden/>
    <w:rsid w:val="00F83F72"/>
    <w:rPr>
      <w:rFonts w:ascii="Tahoma" w:hAnsi="Tahoma" w:cs="Tahoma"/>
      <w:sz w:val="16"/>
      <w:szCs w:val="16"/>
    </w:rPr>
  </w:style>
  <w:style w:type="character" w:styleId="Hyperlink">
    <w:name w:val="Hyperlink"/>
    <w:basedOn w:val="DefaultParagraphFont"/>
    <w:rsid w:val="00F83F72"/>
    <w:rPr>
      <w:rFonts w:cs="Times New Roman"/>
      <w:color w:val="0000FF"/>
      <w:u w:val="single"/>
    </w:rPr>
  </w:style>
  <w:style w:type="paragraph" w:customStyle="1" w:styleId="CourseName">
    <w:name w:val="Course Name"/>
    <w:basedOn w:val="Normal"/>
    <w:autoRedefine/>
    <w:rsid w:val="00F83F72"/>
    <w:pPr>
      <w:spacing w:line="240" w:lineRule="auto"/>
      <w:jc w:val="center"/>
    </w:pPr>
    <w:rPr>
      <w:rFonts w:cs="Arial"/>
      <w:color w:val="003399"/>
      <w:sz w:val="36"/>
      <w:szCs w:val="36"/>
    </w:rPr>
  </w:style>
  <w:style w:type="paragraph" w:customStyle="1" w:styleId="RubricTableheadings">
    <w:name w:val="Rubric Table headings"/>
    <w:basedOn w:val="TableText"/>
    <w:rsid w:val="00F83F72"/>
    <w:rPr>
      <w:b/>
      <w:bCs/>
      <w:color w:val="FFFFFF"/>
    </w:rPr>
  </w:style>
  <w:style w:type="paragraph" w:customStyle="1" w:styleId="Checkboxplacement">
    <w:name w:val="Checkbox placement"/>
    <w:basedOn w:val="BodyText"/>
    <w:autoRedefine/>
    <w:rsid w:val="00F83F72"/>
    <w:rPr>
      <w:sz w:val="36"/>
    </w:rPr>
  </w:style>
  <w:style w:type="paragraph" w:styleId="Footer">
    <w:name w:val="footer"/>
    <w:basedOn w:val="Normal"/>
    <w:rsid w:val="00F83F72"/>
    <w:pPr>
      <w:tabs>
        <w:tab w:val="center" w:pos="4320"/>
        <w:tab w:val="right" w:pos="8640"/>
      </w:tabs>
      <w:ind w:left="0" w:firstLine="0"/>
    </w:pPr>
    <w:rPr>
      <w:sz w:val="16"/>
    </w:rPr>
  </w:style>
  <w:style w:type="character" w:customStyle="1" w:styleId="Answerkey">
    <w:name w:val="Answer key"/>
    <w:basedOn w:val="DefaultParagraphFont"/>
    <w:qFormat/>
    <w:rsid w:val="00F83F72"/>
    <w:rPr>
      <w:rFonts w:ascii="Arial" w:hAnsi="Arial"/>
      <w:i/>
      <w:color w:val="0000FF"/>
      <w:sz w:val="20"/>
      <w:szCs w:val="20"/>
    </w:rPr>
  </w:style>
  <w:style w:type="paragraph" w:customStyle="1" w:styleId="Test-MultChoice">
    <w:name w:val="Test-MultChoice"/>
    <w:basedOn w:val="Normal"/>
    <w:rsid w:val="00BD6E85"/>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character" w:customStyle="1" w:styleId="Char2">
    <w:name w:val="Char2"/>
    <w:basedOn w:val="DefaultParagraphFont"/>
    <w:rsid w:val="00D53900"/>
    <w:rPr>
      <w:b/>
      <w:sz w:val="24"/>
      <w:szCs w:val="24"/>
    </w:rPr>
  </w:style>
  <w:style w:type="character" w:customStyle="1" w:styleId="Char1">
    <w:name w:val="Char1"/>
    <w:basedOn w:val="DefaultParagraphFont"/>
    <w:rsid w:val="00D53900"/>
    <w:rPr>
      <w:rFonts w:ascii="Arial" w:hAnsi="Arial"/>
      <w:b/>
      <w:color w:val="27448B"/>
      <w:szCs w:val="24"/>
    </w:rPr>
  </w:style>
  <w:style w:type="paragraph" w:customStyle="1" w:styleId="Rubrictableheadings0">
    <w:name w:val="Rubric table headings"/>
    <w:basedOn w:val="Tablecolumnheading"/>
    <w:rsid w:val="00D53900"/>
    <w:rPr>
      <w:rFonts w:cs="Wingdings"/>
      <w:b/>
      <w:bCs/>
    </w:rPr>
  </w:style>
  <w:style w:type="paragraph" w:customStyle="1" w:styleId="Headers">
    <w:name w:val="Headers"/>
    <w:basedOn w:val="Normal"/>
    <w:autoRedefine/>
    <w:rsid w:val="00F83F72"/>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F83F72"/>
    <w:pPr>
      <w:numPr>
        <w:numId w:val="0"/>
      </w:numPr>
      <w:spacing w:before="120"/>
      <w:ind w:left="634"/>
    </w:pPr>
  </w:style>
  <w:style w:type="paragraph" w:customStyle="1" w:styleId="H2">
    <w:name w:val="H2"/>
    <w:basedOn w:val="Normal"/>
    <w:next w:val="Normal"/>
    <w:autoRedefine/>
    <w:qFormat/>
    <w:rsid w:val="00F83F72"/>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F83F72"/>
    <w:pPr>
      <w:spacing w:before="120"/>
    </w:pPr>
    <w:rPr>
      <w:b w:val="0"/>
      <w:sz w:val="24"/>
    </w:rPr>
  </w:style>
  <w:style w:type="paragraph" w:customStyle="1" w:styleId="StyleTableHeadingsAfter-01">
    <w:name w:val="Style Table Headings + After:  -0.1&quot;"/>
    <w:basedOn w:val="TableHeadings"/>
    <w:autoRedefine/>
    <w:rsid w:val="00BD6E85"/>
    <w:pPr>
      <w:spacing w:line="240" w:lineRule="auto"/>
    </w:pPr>
  </w:style>
  <w:style w:type="paragraph" w:customStyle="1" w:styleId="code">
    <w:name w:val="code"/>
    <w:basedOn w:val="BodyText"/>
    <w:autoRedefine/>
    <w:rsid w:val="00F83F72"/>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BD6E85"/>
    <w:rPr>
      <w:color w:val="FFFFFF"/>
    </w:rPr>
  </w:style>
  <w:style w:type="paragraph" w:customStyle="1" w:styleId="Tabletextcolumnheadings">
    <w:name w:val="Table text column headings"/>
    <w:basedOn w:val="Normal"/>
    <w:rsid w:val="00BD6E85"/>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character" w:styleId="FollowedHyperlink">
    <w:name w:val="FollowedHyperlink"/>
    <w:basedOn w:val="DefaultParagraphFont"/>
    <w:rsid w:val="00D53900"/>
    <w:rPr>
      <w:color w:val="800080"/>
      <w:u w:val="single"/>
    </w:rPr>
  </w:style>
  <w:style w:type="paragraph" w:customStyle="1" w:styleId="StyleTabletextcolumnheadings">
    <w:name w:val="Style Table text column headings"/>
    <w:basedOn w:val="Tabletextcolumnheadings"/>
    <w:autoRedefine/>
    <w:rsid w:val="00BD6E85"/>
    <w:rPr>
      <w:rFonts w:cs="Times New Roman"/>
    </w:rPr>
  </w:style>
  <w:style w:type="paragraph" w:customStyle="1" w:styleId="Tabletextcolumnheading">
    <w:name w:val="Table text column heading"/>
    <w:basedOn w:val="Tabletextcolumnheadings"/>
    <w:autoRedefine/>
    <w:rsid w:val="00BD6E85"/>
    <w:pPr>
      <w:spacing w:line="240" w:lineRule="auto"/>
    </w:pPr>
    <w:rPr>
      <w:rFonts w:cs="Times New Roman"/>
    </w:rPr>
  </w:style>
  <w:style w:type="paragraph" w:customStyle="1" w:styleId="codeindent1">
    <w:name w:val="code indent 1"/>
    <w:basedOn w:val="code"/>
    <w:rsid w:val="00F83F72"/>
    <w:pPr>
      <w:ind w:left="720"/>
    </w:pPr>
  </w:style>
  <w:style w:type="paragraph" w:customStyle="1" w:styleId="codeindent2">
    <w:name w:val="code indent 2"/>
    <w:basedOn w:val="code"/>
    <w:rsid w:val="00F83F72"/>
    <w:pPr>
      <w:ind w:left="1440"/>
    </w:pPr>
  </w:style>
  <w:style w:type="character" w:customStyle="1" w:styleId="codechar">
    <w:name w:val="code char"/>
    <w:basedOn w:val="DefaultParagraphFont"/>
    <w:rsid w:val="00F83F72"/>
    <w:rPr>
      <w:rFonts w:ascii="Courier" w:hAnsi="Courier"/>
      <w:sz w:val="20"/>
    </w:rPr>
  </w:style>
  <w:style w:type="character" w:customStyle="1" w:styleId="BodyTextChar">
    <w:name w:val="Body Text Char"/>
    <w:basedOn w:val="DefaultParagraphFont"/>
    <w:link w:val="BodyText"/>
    <w:locked/>
    <w:rsid w:val="00F83F72"/>
    <w:rPr>
      <w:rFonts w:ascii="Arial" w:hAnsi="Arial" w:cs="Arial"/>
      <w:color w:val="000000"/>
      <w:szCs w:val="24"/>
    </w:rPr>
  </w:style>
  <w:style w:type="table" w:styleId="TableGrid">
    <w:name w:val="Table Grid"/>
    <w:basedOn w:val="TableNormal"/>
    <w:rsid w:val="00F83F72"/>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sBlack">
    <w:name w:val="Table Headings Black"/>
    <w:basedOn w:val="TableHeadings"/>
    <w:autoRedefine/>
    <w:rsid w:val="00F83F72"/>
    <w:rPr>
      <w:color w:val="000000"/>
    </w:rPr>
  </w:style>
  <w:style w:type="paragraph" w:customStyle="1" w:styleId="Presentationtext">
    <w:name w:val="Presentation text"/>
    <w:basedOn w:val="BodyText"/>
    <w:rsid w:val="00F83F72"/>
    <w:rPr>
      <w:sz w:val="18"/>
    </w:rPr>
  </w:style>
  <w:style w:type="paragraph" w:customStyle="1" w:styleId="ActivityHead">
    <w:name w:val="Activity Head"/>
    <w:basedOn w:val="Normal"/>
    <w:autoRedefine/>
    <w:rsid w:val="00F83F72"/>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F83F72"/>
    <w:rPr>
      <w:color w:val="000000"/>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F83F72"/>
  </w:style>
  <w:style w:type="paragraph" w:customStyle="1" w:styleId="BL-sub">
    <w:name w:val="BL-sub"/>
    <w:basedOn w:val="BL"/>
    <w:qFormat/>
    <w:rsid w:val="00F83F72"/>
    <w:pPr>
      <w:numPr>
        <w:numId w:val="40"/>
      </w:numPr>
      <w:ind w:left="1008"/>
    </w:pPr>
  </w:style>
  <w:style w:type="paragraph" w:styleId="Revision">
    <w:name w:val="Revision"/>
    <w:hidden/>
    <w:uiPriority w:val="99"/>
    <w:semiHidden/>
    <w:rsid w:val="007D6060"/>
    <w:rPr>
      <w:rFonts w:ascii="Arial" w:hAnsi="Arial"/>
      <w:szCs w:val="24"/>
    </w:rPr>
  </w:style>
  <w:style w:type="paragraph" w:customStyle="1" w:styleId="TableBL">
    <w:name w:val="Table BL"/>
    <w:basedOn w:val="BL"/>
    <w:autoRedefine/>
    <w:qFormat/>
    <w:rsid w:val="00F83F72"/>
    <w:pPr>
      <w:tabs>
        <w:tab w:val="left" w:pos="360"/>
      </w:tabs>
      <w:spacing w:before="0" w:after="80"/>
      <w:ind w:left="360"/>
    </w:pPr>
  </w:style>
  <w:style w:type="paragraph" w:customStyle="1" w:styleId="TableIndent">
    <w:name w:val="Table Indent"/>
    <w:basedOn w:val="Indent"/>
    <w:autoRedefine/>
    <w:qFormat/>
    <w:rsid w:val="00F83F72"/>
    <w:pPr>
      <w:ind w:left="360"/>
    </w:pPr>
    <w:rPr>
      <w:rFonts w:cs="Courier New"/>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F83F72"/>
    <w:pPr>
      <w:spacing w:after="120" w:line="240" w:lineRule="atLeast"/>
      <w:ind w:left="576" w:hanging="576"/>
    </w:pPr>
    <w:rPr>
      <w:rFonts w:ascii="Arial" w:hAnsi="Arial"/>
      <w:szCs w:val="24"/>
    </w:rPr>
  </w:style>
  <w:style w:type="paragraph" w:styleId="Heading1">
    <w:name w:val="heading 1"/>
    <w:basedOn w:val="Normal"/>
    <w:next w:val="Normal"/>
    <w:rsid w:val="00F83F72"/>
    <w:pPr>
      <w:keepNext/>
      <w:spacing w:before="240" w:after="60"/>
      <w:outlineLvl w:val="0"/>
    </w:pPr>
    <w:rPr>
      <w:rFonts w:cs="Arial"/>
      <w:b/>
      <w:bCs/>
      <w:kern w:val="32"/>
      <w:sz w:val="32"/>
      <w:szCs w:val="32"/>
    </w:rPr>
  </w:style>
  <w:style w:type="paragraph" w:styleId="Heading2">
    <w:name w:val="heading 2"/>
    <w:basedOn w:val="Normal"/>
    <w:next w:val="Normal"/>
    <w:qFormat/>
    <w:rsid w:val="00D53900"/>
    <w:pPr>
      <w:keepNext/>
      <w:spacing w:before="240" w:after="60"/>
      <w:outlineLvl w:val="1"/>
    </w:pPr>
    <w:rPr>
      <w:rFonts w:cs="Arial"/>
      <w:b/>
      <w:bCs/>
      <w:i/>
      <w:iCs/>
      <w:sz w:val="28"/>
      <w:szCs w:val="28"/>
    </w:rPr>
  </w:style>
  <w:style w:type="paragraph" w:styleId="Heading3">
    <w:name w:val="heading 3"/>
    <w:basedOn w:val="Normal"/>
    <w:next w:val="Normal"/>
    <w:rsid w:val="00F83F72"/>
    <w:pPr>
      <w:keepNext/>
      <w:spacing w:before="240" w:after="60"/>
      <w:outlineLvl w:val="2"/>
    </w:pPr>
    <w:rPr>
      <w:rFonts w:cs="Arial"/>
      <w:b/>
      <w:bCs/>
      <w:sz w:val="26"/>
      <w:szCs w:val="26"/>
    </w:rPr>
  </w:style>
  <w:style w:type="paragraph" w:styleId="Heading5">
    <w:name w:val="heading 5"/>
    <w:basedOn w:val="Normal"/>
    <w:next w:val="Normal"/>
    <w:qFormat/>
    <w:rsid w:val="00D53900"/>
    <w:pPr>
      <w:keepNext/>
      <w:outlineLvl w:val="4"/>
    </w:pPr>
    <w:rPr>
      <w:b/>
      <w:color w:val="27448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F83F72"/>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F83F72"/>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Char">
    <w:name w:val="Char"/>
    <w:basedOn w:val="DefaultParagraphFont"/>
    <w:locked/>
    <w:rsid w:val="00D53900"/>
    <w:rPr>
      <w:rFonts w:ascii="Arial" w:hAnsi="Arial" w:cs="Arial"/>
      <w:color w:val="000000"/>
      <w:szCs w:val="24"/>
      <w:lang w:val="en-US" w:eastAsia="en-US" w:bidi="ar-SA"/>
    </w:rPr>
  </w:style>
  <w:style w:type="paragraph" w:customStyle="1" w:styleId="BL">
    <w:name w:val="BL"/>
    <w:basedOn w:val="Normal"/>
    <w:autoRedefine/>
    <w:qFormat/>
    <w:rsid w:val="00F83F72"/>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F83F72"/>
    <w:pPr>
      <w:numPr>
        <w:numId w:val="7"/>
      </w:numPr>
      <w:tabs>
        <w:tab w:val="clear" w:pos="630"/>
        <w:tab w:val="clear" w:pos="1080"/>
        <w:tab w:val="left" w:pos="360"/>
        <w:tab w:val="num" w:pos="720"/>
      </w:tabs>
      <w:spacing w:before="240"/>
      <w:ind w:left="648"/>
    </w:pPr>
  </w:style>
  <w:style w:type="paragraph" w:styleId="Header">
    <w:name w:val="header"/>
    <w:basedOn w:val="Normal"/>
    <w:rsid w:val="00F83F72"/>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F83F72"/>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F83F72"/>
    <w:rPr>
      <w:rFonts w:ascii="Arial" w:hAnsi="Arial" w:cs="AvenirLT-Heavy"/>
      <w:b/>
      <w:color w:val="27448B"/>
      <w:szCs w:val="44"/>
    </w:rPr>
  </w:style>
  <w:style w:type="paragraph" w:customStyle="1" w:styleId="Tablecolumnheading">
    <w:name w:val="Table column heading"/>
    <w:basedOn w:val="BodyText"/>
    <w:rsid w:val="00BD6E85"/>
    <w:pPr>
      <w:jc w:val="center"/>
    </w:pPr>
    <w:rPr>
      <w:rFonts w:cs="AvenirLT-Heavy"/>
      <w:color w:val="FFFFFF"/>
    </w:rPr>
  </w:style>
  <w:style w:type="paragraph" w:customStyle="1" w:styleId="LessonNo">
    <w:name w:val="LessonNo"/>
    <w:basedOn w:val="Normal"/>
    <w:rsid w:val="00F83F72"/>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F83F72"/>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F83F72"/>
    <w:pPr>
      <w:tabs>
        <w:tab w:val="clear" w:pos="1080"/>
      </w:tabs>
    </w:pPr>
    <w:rPr>
      <w:rFonts w:cs="Tahoma"/>
    </w:rPr>
  </w:style>
  <w:style w:type="paragraph" w:customStyle="1" w:styleId="Instructions">
    <w:name w:val="Instructions"/>
    <w:basedOn w:val="BodyText"/>
    <w:autoRedefine/>
    <w:rsid w:val="00F83F72"/>
    <w:pPr>
      <w:tabs>
        <w:tab w:val="left" w:pos="1620"/>
        <w:tab w:val="left" w:pos="4320"/>
        <w:tab w:val="left" w:pos="4680"/>
      </w:tabs>
      <w:spacing w:after="240"/>
    </w:pPr>
    <w:rPr>
      <w:i/>
      <w:color w:val="27448B"/>
      <w:szCs w:val="20"/>
    </w:rPr>
  </w:style>
  <w:style w:type="paragraph" w:customStyle="1" w:styleId="Resources">
    <w:name w:val="Resources"/>
    <w:basedOn w:val="Normal"/>
    <w:rsid w:val="00F83F72"/>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F83F72"/>
    <w:rPr>
      <w:rFonts w:cs="Times New Roman"/>
      <w:sz w:val="16"/>
      <w:szCs w:val="16"/>
    </w:rPr>
  </w:style>
  <w:style w:type="paragraph" w:customStyle="1" w:styleId="CrieriaTablelist">
    <w:name w:val="Crieria Table list"/>
    <w:basedOn w:val="BodyText"/>
    <w:autoRedefine/>
    <w:rsid w:val="00F83F72"/>
    <w:rPr>
      <w:rFonts w:cs="Times New Roman"/>
    </w:rPr>
  </w:style>
  <w:style w:type="paragraph" w:customStyle="1" w:styleId="ResourceTitle">
    <w:name w:val="Resource Title"/>
    <w:basedOn w:val="Normal"/>
    <w:next w:val="BodyText"/>
    <w:autoRedefine/>
    <w:qFormat/>
    <w:rsid w:val="00F83F72"/>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F83F72"/>
    <w:rPr>
      <w:szCs w:val="20"/>
    </w:rPr>
  </w:style>
  <w:style w:type="paragraph" w:customStyle="1" w:styleId="H1">
    <w:name w:val="H1"/>
    <w:basedOn w:val="Normal"/>
    <w:autoRedefine/>
    <w:qFormat/>
    <w:rsid w:val="00F83F72"/>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F83F72"/>
    <w:rPr>
      <w:b/>
      <w:bCs/>
    </w:rPr>
  </w:style>
  <w:style w:type="paragraph" w:styleId="BalloonText">
    <w:name w:val="Balloon Text"/>
    <w:basedOn w:val="Normal"/>
    <w:semiHidden/>
    <w:rsid w:val="00F83F72"/>
    <w:rPr>
      <w:rFonts w:ascii="Tahoma" w:hAnsi="Tahoma" w:cs="Tahoma"/>
      <w:sz w:val="16"/>
      <w:szCs w:val="16"/>
    </w:rPr>
  </w:style>
  <w:style w:type="character" w:styleId="Hyperlink">
    <w:name w:val="Hyperlink"/>
    <w:basedOn w:val="DefaultParagraphFont"/>
    <w:rsid w:val="00F83F72"/>
    <w:rPr>
      <w:rFonts w:cs="Times New Roman"/>
      <w:color w:val="0000FF"/>
      <w:u w:val="single"/>
    </w:rPr>
  </w:style>
  <w:style w:type="paragraph" w:customStyle="1" w:styleId="CourseName">
    <w:name w:val="Course Name"/>
    <w:basedOn w:val="Normal"/>
    <w:autoRedefine/>
    <w:rsid w:val="00F83F72"/>
    <w:pPr>
      <w:spacing w:line="240" w:lineRule="auto"/>
      <w:jc w:val="center"/>
    </w:pPr>
    <w:rPr>
      <w:rFonts w:cs="Arial"/>
      <w:color w:val="003399"/>
      <w:sz w:val="36"/>
      <w:szCs w:val="36"/>
    </w:rPr>
  </w:style>
  <w:style w:type="paragraph" w:customStyle="1" w:styleId="RubricTableheadings">
    <w:name w:val="Rubric Table headings"/>
    <w:basedOn w:val="TableText"/>
    <w:rsid w:val="00F83F72"/>
    <w:rPr>
      <w:b/>
      <w:bCs/>
      <w:color w:val="FFFFFF"/>
    </w:rPr>
  </w:style>
  <w:style w:type="paragraph" w:customStyle="1" w:styleId="Checkboxplacement">
    <w:name w:val="Checkbox placement"/>
    <w:basedOn w:val="BodyText"/>
    <w:autoRedefine/>
    <w:rsid w:val="00F83F72"/>
    <w:rPr>
      <w:sz w:val="36"/>
    </w:rPr>
  </w:style>
  <w:style w:type="paragraph" w:styleId="Footer">
    <w:name w:val="footer"/>
    <w:basedOn w:val="Normal"/>
    <w:rsid w:val="00F83F72"/>
    <w:pPr>
      <w:tabs>
        <w:tab w:val="center" w:pos="4320"/>
        <w:tab w:val="right" w:pos="8640"/>
      </w:tabs>
      <w:ind w:left="0" w:firstLine="0"/>
    </w:pPr>
    <w:rPr>
      <w:sz w:val="16"/>
    </w:rPr>
  </w:style>
  <w:style w:type="character" w:customStyle="1" w:styleId="Answerkey">
    <w:name w:val="Answer key"/>
    <w:basedOn w:val="DefaultParagraphFont"/>
    <w:qFormat/>
    <w:rsid w:val="00F83F72"/>
    <w:rPr>
      <w:rFonts w:ascii="Arial" w:hAnsi="Arial"/>
      <w:i/>
      <w:color w:val="0000FF"/>
      <w:sz w:val="20"/>
      <w:szCs w:val="20"/>
    </w:rPr>
  </w:style>
  <w:style w:type="paragraph" w:customStyle="1" w:styleId="Test-MultChoice">
    <w:name w:val="Test-MultChoice"/>
    <w:basedOn w:val="Normal"/>
    <w:rsid w:val="00BD6E85"/>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character" w:customStyle="1" w:styleId="Char2">
    <w:name w:val="Char2"/>
    <w:basedOn w:val="DefaultParagraphFont"/>
    <w:rsid w:val="00D53900"/>
    <w:rPr>
      <w:b/>
      <w:sz w:val="24"/>
      <w:szCs w:val="24"/>
    </w:rPr>
  </w:style>
  <w:style w:type="character" w:customStyle="1" w:styleId="Char1">
    <w:name w:val="Char1"/>
    <w:basedOn w:val="DefaultParagraphFont"/>
    <w:rsid w:val="00D53900"/>
    <w:rPr>
      <w:rFonts w:ascii="Arial" w:hAnsi="Arial"/>
      <w:b/>
      <w:color w:val="27448B"/>
      <w:szCs w:val="24"/>
    </w:rPr>
  </w:style>
  <w:style w:type="paragraph" w:customStyle="1" w:styleId="Rubrictableheadings0">
    <w:name w:val="Rubric table headings"/>
    <w:basedOn w:val="Tablecolumnheading"/>
    <w:rsid w:val="00D53900"/>
    <w:rPr>
      <w:rFonts w:cs="Wingdings"/>
      <w:b/>
      <w:bCs/>
    </w:rPr>
  </w:style>
  <w:style w:type="paragraph" w:customStyle="1" w:styleId="Headers">
    <w:name w:val="Headers"/>
    <w:basedOn w:val="Normal"/>
    <w:autoRedefine/>
    <w:rsid w:val="00F83F72"/>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F83F72"/>
    <w:pPr>
      <w:numPr>
        <w:numId w:val="0"/>
      </w:numPr>
      <w:spacing w:before="120"/>
      <w:ind w:left="634"/>
    </w:pPr>
  </w:style>
  <w:style w:type="paragraph" w:customStyle="1" w:styleId="H2">
    <w:name w:val="H2"/>
    <w:basedOn w:val="Normal"/>
    <w:next w:val="Normal"/>
    <w:autoRedefine/>
    <w:qFormat/>
    <w:rsid w:val="00F83F72"/>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F83F72"/>
    <w:pPr>
      <w:spacing w:before="120"/>
    </w:pPr>
    <w:rPr>
      <w:b w:val="0"/>
      <w:sz w:val="24"/>
    </w:rPr>
  </w:style>
  <w:style w:type="paragraph" w:customStyle="1" w:styleId="StyleTableHeadingsAfter-01">
    <w:name w:val="Style Table Headings + After:  -0.1&quot;"/>
    <w:basedOn w:val="TableHeadings"/>
    <w:autoRedefine/>
    <w:rsid w:val="00BD6E85"/>
    <w:pPr>
      <w:spacing w:line="240" w:lineRule="auto"/>
    </w:pPr>
  </w:style>
  <w:style w:type="paragraph" w:customStyle="1" w:styleId="code">
    <w:name w:val="code"/>
    <w:basedOn w:val="BodyText"/>
    <w:autoRedefine/>
    <w:rsid w:val="00F83F72"/>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BD6E85"/>
    <w:rPr>
      <w:color w:val="FFFFFF"/>
    </w:rPr>
  </w:style>
  <w:style w:type="paragraph" w:customStyle="1" w:styleId="Tabletextcolumnheadings">
    <w:name w:val="Table text column headings"/>
    <w:basedOn w:val="Normal"/>
    <w:rsid w:val="00BD6E85"/>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character" w:styleId="FollowedHyperlink">
    <w:name w:val="FollowedHyperlink"/>
    <w:basedOn w:val="DefaultParagraphFont"/>
    <w:rsid w:val="00D53900"/>
    <w:rPr>
      <w:color w:val="800080"/>
      <w:u w:val="single"/>
    </w:rPr>
  </w:style>
  <w:style w:type="paragraph" w:customStyle="1" w:styleId="StyleTabletextcolumnheadings">
    <w:name w:val="Style Table text column headings"/>
    <w:basedOn w:val="Tabletextcolumnheadings"/>
    <w:autoRedefine/>
    <w:rsid w:val="00BD6E85"/>
    <w:rPr>
      <w:rFonts w:cs="Times New Roman"/>
    </w:rPr>
  </w:style>
  <w:style w:type="paragraph" w:customStyle="1" w:styleId="Tabletextcolumnheading">
    <w:name w:val="Table text column heading"/>
    <w:basedOn w:val="Tabletextcolumnheadings"/>
    <w:autoRedefine/>
    <w:rsid w:val="00BD6E85"/>
    <w:pPr>
      <w:spacing w:line="240" w:lineRule="auto"/>
    </w:pPr>
    <w:rPr>
      <w:rFonts w:cs="Times New Roman"/>
    </w:rPr>
  </w:style>
  <w:style w:type="paragraph" w:customStyle="1" w:styleId="codeindent1">
    <w:name w:val="code indent 1"/>
    <w:basedOn w:val="code"/>
    <w:rsid w:val="00F83F72"/>
    <w:pPr>
      <w:ind w:left="720"/>
    </w:pPr>
  </w:style>
  <w:style w:type="paragraph" w:customStyle="1" w:styleId="codeindent2">
    <w:name w:val="code indent 2"/>
    <w:basedOn w:val="code"/>
    <w:rsid w:val="00F83F72"/>
    <w:pPr>
      <w:ind w:left="1440"/>
    </w:pPr>
  </w:style>
  <w:style w:type="character" w:customStyle="1" w:styleId="codechar">
    <w:name w:val="code char"/>
    <w:basedOn w:val="DefaultParagraphFont"/>
    <w:rsid w:val="00F83F72"/>
    <w:rPr>
      <w:rFonts w:ascii="Courier" w:hAnsi="Courier"/>
      <w:sz w:val="20"/>
    </w:rPr>
  </w:style>
  <w:style w:type="character" w:customStyle="1" w:styleId="BodyTextChar">
    <w:name w:val="Body Text Char"/>
    <w:basedOn w:val="DefaultParagraphFont"/>
    <w:link w:val="BodyText"/>
    <w:locked/>
    <w:rsid w:val="00F83F72"/>
    <w:rPr>
      <w:rFonts w:ascii="Arial" w:hAnsi="Arial" w:cs="Arial"/>
      <w:color w:val="000000"/>
      <w:szCs w:val="24"/>
    </w:rPr>
  </w:style>
  <w:style w:type="table" w:styleId="TableGrid">
    <w:name w:val="Table Grid"/>
    <w:basedOn w:val="TableNormal"/>
    <w:rsid w:val="00F83F72"/>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sBlack">
    <w:name w:val="Table Headings Black"/>
    <w:basedOn w:val="TableHeadings"/>
    <w:autoRedefine/>
    <w:rsid w:val="00F83F72"/>
    <w:rPr>
      <w:color w:val="000000"/>
    </w:rPr>
  </w:style>
  <w:style w:type="paragraph" w:customStyle="1" w:styleId="Presentationtext">
    <w:name w:val="Presentation text"/>
    <w:basedOn w:val="BodyText"/>
    <w:rsid w:val="00F83F72"/>
    <w:rPr>
      <w:sz w:val="18"/>
    </w:rPr>
  </w:style>
  <w:style w:type="paragraph" w:customStyle="1" w:styleId="ActivityHead">
    <w:name w:val="Activity Head"/>
    <w:basedOn w:val="Normal"/>
    <w:autoRedefine/>
    <w:rsid w:val="00F83F72"/>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F83F72"/>
    <w:rPr>
      <w:color w:val="000000"/>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F83F72"/>
  </w:style>
  <w:style w:type="paragraph" w:customStyle="1" w:styleId="BL-sub">
    <w:name w:val="BL-sub"/>
    <w:basedOn w:val="BL"/>
    <w:qFormat/>
    <w:rsid w:val="00F83F72"/>
    <w:pPr>
      <w:numPr>
        <w:numId w:val="40"/>
      </w:numPr>
      <w:ind w:left="1008"/>
    </w:pPr>
  </w:style>
  <w:style w:type="paragraph" w:styleId="Revision">
    <w:name w:val="Revision"/>
    <w:hidden/>
    <w:uiPriority w:val="99"/>
    <w:semiHidden/>
    <w:rsid w:val="007D6060"/>
    <w:rPr>
      <w:rFonts w:ascii="Arial" w:hAnsi="Arial"/>
      <w:szCs w:val="24"/>
    </w:rPr>
  </w:style>
  <w:style w:type="paragraph" w:customStyle="1" w:styleId="TableBL">
    <w:name w:val="Table BL"/>
    <w:basedOn w:val="BL"/>
    <w:autoRedefine/>
    <w:qFormat/>
    <w:rsid w:val="00F83F72"/>
    <w:pPr>
      <w:tabs>
        <w:tab w:val="left" w:pos="360"/>
      </w:tabs>
      <w:spacing w:before="0" w:after="80"/>
      <w:ind w:left="360"/>
    </w:pPr>
  </w:style>
  <w:style w:type="paragraph" w:customStyle="1" w:styleId="TableIndent">
    <w:name w:val="Table Indent"/>
    <w:basedOn w:val="Indent"/>
    <w:autoRedefine/>
    <w:qFormat/>
    <w:rsid w:val="00F83F72"/>
    <w:pPr>
      <w:ind w:left="360"/>
    </w:pPr>
    <w:rPr>
      <w:rFonts w:cs="Courier New"/>
      <w:szCs w:val="20"/>
    </w:rPr>
  </w:style>
</w:styles>
</file>

<file path=word/webSettings.xml><?xml version="1.0" encoding="utf-8"?>
<w:webSettings xmlns:r="http://schemas.openxmlformats.org/officeDocument/2006/relationships" xmlns:w="http://schemas.openxmlformats.org/wordprocessingml/2006/main">
  <w:divs>
    <w:div w:id="155912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nthy\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1</TotalTime>
  <Pages>8</Pages>
  <Words>833</Words>
  <Characters>4227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5050</CharactersWithSpaces>
  <SharedDoc>false</SharedDoc>
  <HLinks>
    <vt:vector size="90" baseType="variant">
      <vt:variant>
        <vt:i4>6225922</vt:i4>
      </vt:variant>
      <vt:variant>
        <vt:i4>42</vt:i4>
      </vt:variant>
      <vt:variant>
        <vt:i4>0</vt:i4>
      </vt:variant>
      <vt:variant>
        <vt:i4>5</vt:i4>
      </vt:variant>
      <vt:variant>
        <vt:lpwstr>http://communication.howstuffworks.com/ip-telephony2.htm</vt:lpwstr>
      </vt:variant>
      <vt:variant>
        <vt:lpwstr/>
      </vt:variant>
      <vt:variant>
        <vt:i4>8192051</vt:i4>
      </vt:variant>
      <vt:variant>
        <vt:i4>39</vt:i4>
      </vt:variant>
      <vt:variant>
        <vt:i4>0</vt:i4>
      </vt:variant>
      <vt:variant>
        <vt:i4>5</vt:i4>
      </vt:variant>
      <vt:variant>
        <vt:lpwstr>http://en.wikipedia.org/wiki/Telephone</vt:lpwstr>
      </vt:variant>
      <vt:variant>
        <vt:lpwstr/>
      </vt:variant>
      <vt:variant>
        <vt:i4>5505049</vt:i4>
      </vt:variant>
      <vt:variant>
        <vt:i4>36</vt:i4>
      </vt:variant>
      <vt:variant>
        <vt:i4>0</vt:i4>
      </vt:variant>
      <vt:variant>
        <vt:i4>5</vt:i4>
      </vt:variant>
      <vt:variant>
        <vt:lpwstr>http://www.fool.com/dripport/2000/dripport000515.htm</vt:lpwstr>
      </vt:variant>
      <vt:variant>
        <vt:lpwstr/>
      </vt:variant>
      <vt:variant>
        <vt:i4>1179677</vt:i4>
      </vt:variant>
      <vt:variant>
        <vt:i4>33</vt:i4>
      </vt:variant>
      <vt:variant>
        <vt:i4>0</vt:i4>
      </vt:variant>
      <vt:variant>
        <vt:i4>5</vt:i4>
      </vt:variant>
      <vt:variant>
        <vt:lpwstr>http://en.wikipedia.org/wiki/Pillow_Talk_%28film%29</vt:lpwstr>
      </vt:variant>
      <vt:variant>
        <vt:lpwstr/>
      </vt:variant>
      <vt:variant>
        <vt:i4>4653149</vt:i4>
      </vt:variant>
      <vt:variant>
        <vt:i4>30</vt:i4>
      </vt:variant>
      <vt:variant>
        <vt:i4>0</vt:i4>
      </vt:variant>
      <vt:variant>
        <vt:i4>5</vt:i4>
      </vt:variant>
      <vt:variant>
        <vt:lpwstr>http://en.wikipedia.org/wiki/Party_line_(telephony)</vt:lpwstr>
      </vt:variant>
      <vt:variant>
        <vt:lpwstr/>
      </vt:variant>
      <vt:variant>
        <vt:i4>2490432</vt:i4>
      </vt:variant>
      <vt:variant>
        <vt:i4>27</vt:i4>
      </vt:variant>
      <vt:variant>
        <vt:i4>0</vt:i4>
      </vt:variant>
      <vt:variant>
        <vt:i4>5</vt:i4>
      </vt:variant>
      <vt:variant>
        <vt:lpwstr>http://www.pbs.org/opb/nerds2.0.1/geek_glossary/packet_switching_flash.html</vt:lpwstr>
      </vt:variant>
      <vt:variant>
        <vt:lpwstr/>
      </vt:variant>
      <vt:variant>
        <vt:i4>3342427</vt:i4>
      </vt:variant>
      <vt:variant>
        <vt:i4>24</vt:i4>
      </vt:variant>
      <vt:variant>
        <vt:i4>0</vt:i4>
      </vt:variant>
      <vt:variant>
        <vt:i4>5</vt:i4>
      </vt:variant>
      <vt:variant>
        <vt:lpwstr>http://en.wikipedia.org/wiki/Packet_switching</vt:lpwstr>
      </vt:variant>
      <vt:variant>
        <vt:lpwstr/>
      </vt:variant>
      <vt:variant>
        <vt:i4>6815760</vt:i4>
      </vt:variant>
      <vt:variant>
        <vt:i4>21</vt:i4>
      </vt:variant>
      <vt:variant>
        <vt:i4>0</vt:i4>
      </vt:variant>
      <vt:variant>
        <vt:i4>5</vt:i4>
      </vt:variant>
      <vt:variant>
        <vt:lpwstr>http://antibodynet.com/ascend/net_18.htm</vt:lpwstr>
      </vt:variant>
      <vt:variant>
        <vt:lpwstr/>
      </vt:variant>
      <vt:variant>
        <vt:i4>4390914</vt:i4>
      </vt:variant>
      <vt:variant>
        <vt:i4>18</vt:i4>
      </vt:variant>
      <vt:variant>
        <vt:i4>0</vt:i4>
      </vt:variant>
      <vt:variant>
        <vt:i4>5</vt:i4>
      </vt:variant>
      <vt:variant>
        <vt:lpwstr>http://www.glassgiant.com/geek/morse/</vt:lpwstr>
      </vt:variant>
      <vt:variant>
        <vt:lpwstr/>
      </vt:variant>
      <vt:variant>
        <vt:i4>6357031</vt:i4>
      </vt:variant>
      <vt:variant>
        <vt:i4>15</vt:i4>
      </vt:variant>
      <vt:variant>
        <vt:i4>0</vt:i4>
      </vt:variant>
      <vt:variant>
        <vt:i4>5</vt:i4>
      </vt:variant>
      <vt:variant>
        <vt:lpwstr>http://en.wikipedia.org/wiki/Modulation</vt:lpwstr>
      </vt:variant>
      <vt:variant>
        <vt:lpwstr/>
      </vt:variant>
      <vt:variant>
        <vt:i4>8257584</vt:i4>
      </vt:variant>
      <vt:variant>
        <vt:i4>12</vt:i4>
      </vt:variant>
      <vt:variant>
        <vt:i4>0</vt:i4>
      </vt:variant>
      <vt:variant>
        <vt:i4>5</vt:i4>
      </vt:variant>
      <vt:variant>
        <vt:lpwstr>http://en.wikipedia.org/wiki/Frequency</vt:lpwstr>
      </vt:variant>
      <vt:variant>
        <vt:lpwstr/>
      </vt:variant>
      <vt:variant>
        <vt:i4>5046364</vt:i4>
      </vt:variant>
      <vt:variant>
        <vt:i4>9</vt:i4>
      </vt:variant>
      <vt:variant>
        <vt:i4>0</vt:i4>
      </vt:variant>
      <vt:variant>
        <vt:i4>5</vt:i4>
      </vt:variant>
      <vt:variant>
        <vt:lpwstr>http://computer.howstuffworks.com/router3.htm</vt:lpwstr>
      </vt:variant>
      <vt:variant>
        <vt:lpwstr/>
      </vt:variant>
      <vt:variant>
        <vt:i4>1507426</vt:i4>
      </vt:variant>
      <vt:variant>
        <vt:i4>6</vt:i4>
      </vt:variant>
      <vt:variant>
        <vt:i4>0</vt:i4>
      </vt:variant>
      <vt:variant>
        <vt:i4>5</vt:i4>
      </vt:variant>
      <vt:variant>
        <vt:lpwstr>http://www.roubaixinteractive.com/PlayGround/Binary_Conversion/Binary_To_Text.asp</vt:lpwstr>
      </vt:variant>
      <vt:variant>
        <vt:lpwstr/>
      </vt:variant>
      <vt:variant>
        <vt:i4>7798820</vt:i4>
      </vt:variant>
      <vt:variant>
        <vt:i4>3</vt:i4>
      </vt:variant>
      <vt:variant>
        <vt:i4>0</vt:i4>
      </vt:variant>
      <vt:variant>
        <vt:i4>5</vt:i4>
      </vt:variant>
      <vt:variant>
        <vt:lpwstr>http://en.wikipedia.org/wiki/Amplitude</vt:lpwstr>
      </vt:variant>
      <vt:variant>
        <vt:lpwstr/>
      </vt:variant>
      <vt:variant>
        <vt:i4>3473453</vt:i4>
      </vt:variant>
      <vt:variant>
        <vt:i4>0</vt:i4>
      </vt:variant>
      <vt:variant>
        <vt:i4>0</vt:i4>
      </vt:variant>
      <vt:variant>
        <vt:i4>5</vt:i4>
      </vt:variant>
      <vt:variant>
        <vt:lpwstr>http://dictionary.reference.com/browse/radio%20wave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MaxZine</dc:creator>
  <cp:lastModifiedBy>NHBOE</cp:lastModifiedBy>
  <cp:revision>3</cp:revision>
  <cp:lastPrinted>2009-04-22T14:04:00Z</cp:lastPrinted>
  <dcterms:created xsi:type="dcterms:W3CDTF">2014-05-28T15:57:00Z</dcterms:created>
  <dcterms:modified xsi:type="dcterms:W3CDTF">2014-05-28T15:58:00Z</dcterms:modified>
</cp:coreProperties>
</file>